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08" w:rsidRDefault="005D2A45">
      <w:bookmarkStart w:id="0" w:name="_GoBack"/>
      <w:bookmarkEnd w:id="0"/>
      <w:r>
        <w:t>National Data Buoy Center Web Quest</w:t>
      </w:r>
      <w:r>
        <w:tab/>
      </w:r>
      <w:r>
        <w:tab/>
      </w:r>
      <w:r>
        <w:tab/>
      </w:r>
      <w:r>
        <w:tab/>
      </w:r>
      <w:r w:rsidR="0095313A">
        <w:t>Name ___________________________</w:t>
      </w:r>
    </w:p>
    <w:p w:rsidR="0095313A" w:rsidRDefault="00953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____________________________</w:t>
      </w:r>
    </w:p>
    <w:p w:rsidR="0095313A" w:rsidRDefault="005D2A45">
      <w:r>
        <w:t xml:space="preserve">Use the National Data Buoy Center </w:t>
      </w:r>
      <w:r w:rsidR="0095313A">
        <w:t>website to answer the following questions.</w:t>
      </w:r>
    </w:p>
    <w:p w:rsidR="0095313A" w:rsidRPr="005D2A45" w:rsidRDefault="0095313A" w:rsidP="005D2A45">
      <w:pPr>
        <w:rPr>
          <w:b/>
          <w:sz w:val="24"/>
        </w:rPr>
      </w:pPr>
      <w:r>
        <w:t xml:space="preserve">Navigate to </w:t>
      </w:r>
      <w:hyperlink r:id="rId5" w:history="1">
        <w:r w:rsidR="005D2A45" w:rsidRPr="005D2A45">
          <w:rPr>
            <w:rStyle w:val="Hyperlink"/>
            <w:b/>
            <w:sz w:val="24"/>
          </w:rPr>
          <w:t>http://www.ndbc.noaa.gov/dart.shtml</w:t>
        </w:r>
      </w:hyperlink>
      <w:r w:rsidR="005D2A45">
        <w:rPr>
          <w:b/>
          <w:sz w:val="28"/>
        </w:rPr>
        <w:t>.</w:t>
      </w:r>
    </w:p>
    <w:p w:rsidR="0095313A" w:rsidRDefault="005D2A45" w:rsidP="0095313A">
      <w:pPr>
        <w:rPr>
          <w:sz w:val="24"/>
          <w:szCs w:val="24"/>
        </w:rPr>
      </w:pPr>
      <w:r>
        <w:rPr>
          <w:sz w:val="24"/>
          <w:szCs w:val="24"/>
        </w:rPr>
        <w:t>1. What countries other than the US own buoys?</w:t>
      </w:r>
    </w:p>
    <w:p w:rsidR="00882A68" w:rsidRDefault="00882A68" w:rsidP="0095313A">
      <w:pPr>
        <w:rPr>
          <w:sz w:val="24"/>
          <w:szCs w:val="24"/>
        </w:rPr>
      </w:pPr>
    </w:p>
    <w:p w:rsidR="00882A68" w:rsidRDefault="00882A68" w:rsidP="0095313A">
      <w:pPr>
        <w:rPr>
          <w:sz w:val="24"/>
          <w:szCs w:val="24"/>
        </w:rPr>
      </w:pPr>
    </w:p>
    <w:p w:rsidR="0095313A" w:rsidRDefault="00882A68" w:rsidP="0095313A">
      <w:pPr>
        <w:rPr>
          <w:sz w:val="24"/>
          <w:szCs w:val="24"/>
        </w:rPr>
      </w:pPr>
      <w:r>
        <w:rPr>
          <w:sz w:val="24"/>
          <w:szCs w:val="24"/>
        </w:rPr>
        <w:t>2. Along what major geographic boundary are most of the buoys placed?</w:t>
      </w:r>
    </w:p>
    <w:p w:rsidR="00E27362" w:rsidRDefault="00E27362" w:rsidP="0095313A">
      <w:pPr>
        <w:rPr>
          <w:sz w:val="24"/>
          <w:szCs w:val="24"/>
        </w:rPr>
      </w:pPr>
    </w:p>
    <w:p w:rsidR="0095313A" w:rsidRDefault="0095313A" w:rsidP="0095313A">
      <w:pPr>
        <w:rPr>
          <w:sz w:val="24"/>
          <w:szCs w:val="24"/>
        </w:rPr>
      </w:pPr>
    </w:p>
    <w:p w:rsidR="0095313A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3. What</w:t>
      </w:r>
      <w:r w:rsidR="0095313A">
        <w:rPr>
          <w:sz w:val="24"/>
          <w:szCs w:val="24"/>
        </w:rPr>
        <w:t xml:space="preserve"> are the </w:t>
      </w:r>
      <w:r>
        <w:rPr>
          <w:sz w:val="24"/>
          <w:szCs w:val="24"/>
        </w:rPr>
        <w:t xml:space="preserve">3 types of </w:t>
      </w:r>
      <w:r w:rsidR="00882A68" w:rsidRPr="00D17592">
        <w:rPr>
          <w:sz w:val="24"/>
          <w:szCs w:val="24"/>
          <w:u w:val="single"/>
        </w:rPr>
        <w:t>recent</w:t>
      </w:r>
      <w:r w:rsidR="00882A68">
        <w:rPr>
          <w:sz w:val="24"/>
          <w:szCs w:val="24"/>
        </w:rPr>
        <w:t xml:space="preserve"> </w:t>
      </w:r>
      <w:r w:rsidR="00D17592" w:rsidRPr="00D17592">
        <w:rPr>
          <w:sz w:val="24"/>
          <w:szCs w:val="24"/>
          <w:u w:val="single"/>
        </w:rPr>
        <w:t>data</w:t>
      </w:r>
      <w:r w:rsidR="00D17592">
        <w:rPr>
          <w:sz w:val="24"/>
          <w:szCs w:val="24"/>
        </w:rPr>
        <w:t xml:space="preserve"> being collected</w:t>
      </w:r>
      <w:r w:rsidR="0095313A">
        <w:rPr>
          <w:sz w:val="24"/>
          <w:szCs w:val="24"/>
        </w:rPr>
        <w:t>?</w:t>
      </w:r>
    </w:p>
    <w:p w:rsidR="00E27362" w:rsidRDefault="00D1759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4. What is the oldest data you can find in </w:t>
      </w:r>
      <w:r w:rsidRPr="00D17592">
        <w:rPr>
          <w:sz w:val="24"/>
          <w:szCs w:val="24"/>
          <w:u w:val="single"/>
        </w:rPr>
        <w:t>historical data</w:t>
      </w:r>
      <w:r>
        <w:rPr>
          <w:sz w:val="24"/>
          <w:szCs w:val="24"/>
        </w:rPr>
        <w:t>?</w:t>
      </w:r>
    </w:p>
    <w:p w:rsidR="00E27362" w:rsidRDefault="00D1759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5. Describe an event that has happened in the last 24 hours.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6. How are buoys identified?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7. Locat</w:t>
      </w:r>
      <w:r w:rsidR="00D17592">
        <w:rPr>
          <w:sz w:val="24"/>
          <w:szCs w:val="24"/>
        </w:rPr>
        <w:t xml:space="preserve">e the buoy near the Hawaiian Islands and </w:t>
      </w:r>
      <w:r>
        <w:rPr>
          <w:sz w:val="24"/>
          <w:szCs w:val="24"/>
        </w:rPr>
        <w:t>record 4 pieces of current information.</w:t>
      </w:r>
    </w:p>
    <w:p w:rsidR="00E27362" w:rsidRDefault="00E27362" w:rsidP="00D1759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8. Locate th</w:t>
      </w:r>
      <w:r w:rsidR="00D17592">
        <w:rPr>
          <w:sz w:val="24"/>
          <w:szCs w:val="24"/>
        </w:rPr>
        <w:t xml:space="preserve">e buoy closest to the Alaskan/Canadian border and record 4 pieces of current     </w:t>
      </w:r>
      <w:r>
        <w:rPr>
          <w:sz w:val="24"/>
          <w:szCs w:val="24"/>
        </w:rPr>
        <w:t>information.</w:t>
      </w:r>
    </w:p>
    <w:p w:rsidR="00D17592" w:rsidRDefault="00D17592" w:rsidP="00D17592">
      <w:pPr>
        <w:spacing w:line="240" w:lineRule="auto"/>
        <w:rPr>
          <w:sz w:val="24"/>
          <w:szCs w:val="24"/>
        </w:rPr>
      </w:pPr>
    </w:p>
    <w:p w:rsidR="00D17592" w:rsidRDefault="00D17592" w:rsidP="00D17592">
      <w:pPr>
        <w:spacing w:line="240" w:lineRule="auto"/>
        <w:rPr>
          <w:sz w:val="24"/>
          <w:szCs w:val="24"/>
        </w:rPr>
      </w:pPr>
    </w:p>
    <w:p w:rsidR="0095313A" w:rsidRPr="00EF4C83" w:rsidRDefault="007143E5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9. What does a flashing diamond indicate?</w:t>
      </w:r>
    </w:p>
    <w:sectPr w:rsidR="0095313A" w:rsidRPr="00EF4C83" w:rsidSect="000A1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3A"/>
    <w:rsid w:val="000A1B08"/>
    <w:rsid w:val="005C4864"/>
    <w:rsid w:val="005D2A45"/>
    <w:rsid w:val="007143E5"/>
    <w:rsid w:val="00882A68"/>
    <w:rsid w:val="0095313A"/>
    <w:rsid w:val="009A5D9D"/>
    <w:rsid w:val="00D17592"/>
    <w:rsid w:val="00E27362"/>
    <w:rsid w:val="00E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3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3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dbc.noaa.gov/dart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1D792D01.dotm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Whitaker, Diane C</cp:lastModifiedBy>
  <cp:revision>2</cp:revision>
  <dcterms:created xsi:type="dcterms:W3CDTF">2013-04-11T13:16:00Z</dcterms:created>
  <dcterms:modified xsi:type="dcterms:W3CDTF">2013-04-11T13:16:00Z</dcterms:modified>
</cp:coreProperties>
</file>